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>
          <w:highlight w:val="yellow"/>
        </w:rPr>
      </w:pPr>
      <w:r>
        <w:rPr/>
        <w:t xml:space="preserve">Příloha č. 1 k Příkazní smlouvě 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díla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budoucího díla, zejména s obsahem smluv, apod.;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díla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díla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díla včetně vyhotovení protokolárního zápisu;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díla) ze smlouvy o dílo se zhotovitelem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díla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díla,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díla při provádění opatření na odvrácení nebo omezení škod při ohrožení díla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díla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díla a zabezpečení jejího případného doplnění a její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mc:AlternateContent>
        <mc:Choice Requires="wps">
          <w:drawing>
            <wp:anchor behindDoc="1" distT="0" distB="635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74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223.65pt;margin-top:0.05pt;width:6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rFonts w:eastAsia="Times New Roman" w:cs="Times New Roman"/>
        <w:b w:val="false"/>
        <w:bCs w:val="false"/>
        <w:i w:val="false"/>
        <w:color w:val="auto"/>
        <w:spacing w:val="-4"/>
        <w:kern w:val="0"/>
        <w:sz w:val="20"/>
        <w:szCs w:val="20"/>
        <w:lang w:val="cs-CZ" w:eastAsia="cs-CZ" w:bidi="ar-SA"/>
      </w:rPr>
      <w:t>TDS Rekonstrukce střechy č.p. 731, Tyršova ul.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47</TotalTime>
  <Application>LibreOffice/7.2.7.2$Windows_X86_64 LibreOffice_project/8d71d29d553c0f7dcbfa38fbfda25ee34cce99a2</Application>
  <AppVersion>15.0000</AppVersion>
  <Pages>3</Pages>
  <Words>751</Words>
  <Characters>4933</Characters>
  <CharactersWithSpaces>5614</CharactersWithSpaces>
  <Paragraphs>50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/>
  <cp:lastPrinted>2013-04-22T13:00:00Z</cp:lastPrinted>
  <dcterms:modified xsi:type="dcterms:W3CDTF">2024-01-11T10:48:02Z</dcterms:modified>
  <cp:revision>18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